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6C2" w:rsidRPr="00553F61" w:rsidRDefault="007826C2" w:rsidP="003B5EE3">
      <w:pPr>
        <w:pStyle w:val="Heading1"/>
        <w:jc w:val="center"/>
        <w:rPr>
          <w:rFonts w:ascii="Times New Roman" w:hAnsi="Times New Roman"/>
          <w:sz w:val="28"/>
          <w:szCs w:val="28"/>
        </w:rPr>
      </w:pPr>
      <w:r w:rsidRPr="00553F61">
        <w:rPr>
          <w:rFonts w:ascii="Times New Roman" w:hAnsi="Times New Roman"/>
          <w:sz w:val="28"/>
          <w:szCs w:val="28"/>
        </w:rPr>
        <w:t>Заключение о результатах публичных слушаний</w:t>
      </w:r>
      <w:r w:rsidRPr="00553F61">
        <w:rPr>
          <w:rFonts w:ascii="Arial" w:hAnsi="Arial" w:cs="Arial"/>
          <w:sz w:val="28"/>
          <w:szCs w:val="28"/>
        </w:rPr>
        <w:t xml:space="preserve"> </w:t>
      </w:r>
      <w:r w:rsidRPr="00553F61">
        <w:rPr>
          <w:rFonts w:ascii="Times New Roman" w:hAnsi="Times New Roman"/>
          <w:sz w:val="28"/>
          <w:szCs w:val="28"/>
        </w:rPr>
        <w:t>по проекту «Внесение изменений в Правила землепользования и застройки муниципального образован</w:t>
      </w:r>
      <w:r>
        <w:rPr>
          <w:rFonts w:ascii="Times New Roman" w:hAnsi="Times New Roman"/>
          <w:sz w:val="28"/>
          <w:szCs w:val="28"/>
        </w:rPr>
        <w:t>ия «Косоржанский</w:t>
      </w:r>
      <w:r w:rsidRPr="00553F61">
        <w:rPr>
          <w:rFonts w:ascii="Times New Roman" w:hAnsi="Times New Roman"/>
          <w:sz w:val="28"/>
          <w:szCs w:val="28"/>
        </w:rPr>
        <w:t xml:space="preserve"> сельсовет» Щигровского района Курской области»</w:t>
      </w:r>
    </w:p>
    <w:p w:rsidR="007826C2" w:rsidRPr="00265A94" w:rsidRDefault="007826C2" w:rsidP="003B5EE3">
      <w:pPr>
        <w:pStyle w:val="Heading1"/>
        <w:jc w:val="center"/>
        <w:rPr>
          <w:rFonts w:ascii="Times New Roman" w:hAnsi="Times New Roman"/>
          <w:sz w:val="24"/>
          <w:szCs w:val="24"/>
        </w:rPr>
      </w:pPr>
    </w:p>
    <w:p w:rsidR="007826C2" w:rsidRPr="00265A94" w:rsidRDefault="007826C2" w:rsidP="003B5EE3">
      <w:pPr>
        <w:pStyle w:val="announc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с.Косоржа</w:t>
      </w:r>
      <w:r w:rsidRPr="00265A94"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13.01.2017г.</w:t>
      </w:r>
    </w:p>
    <w:p w:rsidR="007826C2" w:rsidRPr="00265A94" w:rsidRDefault="007826C2" w:rsidP="003B5EE3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Объект обсуждения: проект </w:t>
      </w:r>
      <w:r>
        <w:rPr>
          <w:rFonts w:ascii="Times New Roman" w:hAnsi="Times New Roman"/>
        </w:rPr>
        <w:t xml:space="preserve">«Внесение изменений в </w:t>
      </w:r>
      <w:r w:rsidRPr="00265A94">
        <w:rPr>
          <w:rFonts w:ascii="Times New Roman" w:hAnsi="Times New Roman"/>
        </w:rPr>
        <w:t>Правил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</w:t>
      </w:r>
      <w:r>
        <w:rPr>
          <w:rFonts w:ascii="Times New Roman" w:hAnsi="Times New Roman"/>
        </w:rPr>
        <w:t xml:space="preserve"> образования «Косоржанский</w:t>
      </w:r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>»</w:t>
      </w:r>
    </w:p>
    <w:p w:rsidR="007826C2" w:rsidRPr="00265A94" w:rsidRDefault="007826C2" w:rsidP="008E7AC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A94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зработчик: комиссия по подготовке проекта внесение изменений в правила землепользования и застройки муниципальных образований Щигровского района Курской области.</w:t>
      </w:r>
    </w:p>
    <w:p w:rsidR="007826C2" w:rsidRPr="00CA66F7" w:rsidRDefault="007826C2" w:rsidP="00CA66F7">
      <w:pPr>
        <w:pStyle w:val="NormalWeb"/>
        <w:ind w:firstLine="708"/>
        <w:jc w:val="both"/>
        <w:rPr>
          <w:rFonts w:ascii="Times New Roman" w:hAnsi="Times New Roman"/>
        </w:rPr>
      </w:pPr>
      <w:r w:rsidRPr="00CA66F7">
        <w:rPr>
          <w:rFonts w:ascii="Times New Roman" w:hAnsi="Times New Roman"/>
        </w:rPr>
        <w:t xml:space="preserve"> В соответствии с постановле</w:t>
      </w:r>
      <w:r>
        <w:rPr>
          <w:rFonts w:ascii="Times New Roman" w:hAnsi="Times New Roman"/>
        </w:rPr>
        <w:t>нием от «30» августа 2016г. №214</w:t>
      </w:r>
      <w:r w:rsidRPr="00CA66F7">
        <w:rPr>
          <w:rFonts w:ascii="Times New Roman" w:hAnsi="Times New Roman"/>
        </w:rPr>
        <w:t xml:space="preserve"> Администрации Щигровского района Курской области «О внесении изменений в правила землепользования и застройки муниципального образования </w:t>
      </w:r>
      <w:r>
        <w:rPr>
          <w:rFonts w:ascii="Times New Roman" w:hAnsi="Times New Roman"/>
        </w:rPr>
        <w:t>«Косоржанский</w:t>
      </w:r>
      <w:r w:rsidRPr="00CA66F7">
        <w:rPr>
          <w:rFonts w:ascii="Times New Roman" w:hAnsi="Times New Roman"/>
        </w:rPr>
        <w:t xml:space="preserve"> сельсовет» Щигровского района Курской области.</w:t>
      </w:r>
    </w:p>
    <w:p w:rsidR="007826C2" w:rsidRPr="00CA66F7" w:rsidRDefault="007826C2" w:rsidP="00CA66F7">
      <w:pPr>
        <w:pStyle w:val="NormalWeb"/>
        <w:ind w:firstLine="708"/>
        <w:jc w:val="both"/>
        <w:rPr>
          <w:rFonts w:ascii="Times New Roman" w:hAnsi="Times New Roman"/>
        </w:rPr>
      </w:pPr>
      <w:r w:rsidRPr="00CA66F7">
        <w:rPr>
          <w:rFonts w:ascii="Times New Roman" w:hAnsi="Times New Roman"/>
        </w:rPr>
        <w:t>Основание для проведения публичных слушаний:</w:t>
      </w:r>
    </w:p>
    <w:p w:rsidR="007826C2" w:rsidRPr="00265A94" w:rsidRDefault="007826C2" w:rsidP="003B5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A94">
        <w:rPr>
          <w:rFonts w:ascii="Times New Roman" w:hAnsi="Times New Roman" w:cs="Times New Roman"/>
          <w:sz w:val="24"/>
          <w:szCs w:val="24"/>
        </w:rPr>
        <w:t>- Градостроительный кодекс Российской Федерации;</w:t>
      </w:r>
    </w:p>
    <w:p w:rsidR="007826C2" w:rsidRPr="00265A94" w:rsidRDefault="007826C2" w:rsidP="003B5EE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A94">
        <w:rPr>
          <w:rFonts w:ascii="Times New Roman" w:hAnsi="Times New Roman" w:cs="Times New Roman"/>
          <w:sz w:val="24"/>
          <w:szCs w:val="24"/>
        </w:rPr>
        <w:t>- постановление Администраци</w:t>
      </w:r>
      <w:r>
        <w:rPr>
          <w:rFonts w:ascii="Times New Roman" w:hAnsi="Times New Roman" w:cs="Times New Roman"/>
          <w:sz w:val="24"/>
          <w:szCs w:val="24"/>
        </w:rPr>
        <w:t>и Щигровского района Курской области от «02» ноября 2016г. № 299</w:t>
      </w:r>
      <w:r w:rsidRPr="00265A94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65A94">
        <w:rPr>
          <w:rFonts w:ascii="Times New Roman" w:hAnsi="Times New Roman" w:cs="Times New Roman"/>
          <w:sz w:val="24"/>
          <w:szCs w:val="24"/>
        </w:rPr>
        <w:t xml:space="preserve"> по проекту </w:t>
      </w:r>
      <w:r>
        <w:rPr>
          <w:rFonts w:ascii="Times New Roman" w:hAnsi="Times New Roman" w:cs="Times New Roman"/>
          <w:sz w:val="24"/>
          <w:szCs w:val="24"/>
        </w:rPr>
        <w:t xml:space="preserve">«Внесение изменений в </w:t>
      </w:r>
      <w:r w:rsidRPr="00265A9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65A9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«Косоржанский</w:t>
      </w:r>
      <w:r w:rsidRPr="00265A94">
        <w:rPr>
          <w:rFonts w:ascii="Times New Roman" w:hAnsi="Times New Roman" w:cs="Times New Roman"/>
          <w:sz w:val="24"/>
          <w:szCs w:val="24"/>
        </w:rPr>
        <w:t xml:space="preserve"> сельсовет» Щигровского района Курской области»</w:t>
      </w:r>
    </w:p>
    <w:p w:rsidR="007826C2" w:rsidRPr="00265A94" w:rsidRDefault="007826C2" w:rsidP="003B5EE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A94">
        <w:rPr>
          <w:rFonts w:ascii="Times New Roman" w:hAnsi="Times New Roman" w:cs="Times New Roman"/>
          <w:sz w:val="24"/>
          <w:szCs w:val="24"/>
        </w:rPr>
        <w:t xml:space="preserve">Официальная публикация -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Pr="00265A94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>
        <w:rPr>
          <w:rFonts w:ascii="Times New Roman" w:hAnsi="Times New Roman" w:cs="Times New Roman"/>
          <w:sz w:val="24"/>
          <w:szCs w:val="24"/>
        </w:rPr>
        <w:t>и Щигровского района Курской области от «02» ноября 2016г. № 299</w:t>
      </w:r>
      <w:r w:rsidRPr="00265A94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65A94">
        <w:rPr>
          <w:rFonts w:ascii="Times New Roman" w:hAnsi="Times New Roman" w:cs="Times New Roman"/>
          <w:sz w:val="24"/>
          <w:szCs w:val="24"/>
        </w:rPr>
        <w:t xml:space="preserve"> по проекту </w:t>
      </w:r>
      <w:r>
        <w:rPr>
          <w:rFonts w:ascii="Times New Roman" w:hAnsi="Times New Roman" w:cs="Times New Roman"/>
          <w:sz w:val="24"/>
          <w:szCs w:val="24"/>
        </w:rPr>
        <w:t xml:space="preserve">«Внесение изменений в </w:t>
      </w:r>
      <w:r w:rsidRPr="00265A9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65A9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«Косоржанский </w:t>
      </w:r>
      <w:r w:rsidRPr="00265A94">
        <w:rPr>
          <w:rFonts w:ascii="Times New Roman" w:hAnsi="Times New Roman" w:cs="Times New Roman"/>
          <w:sz w:val="24"/>
          <w:szCs w:val="24"/>
        </w:rPr>
        <w:t xml:space="preserve">сельсовет» Щигровского района Курской области» в газете </w:t>
      </w:r>
      <w:r>
        <w:rPr>
          <w:rFonts w:ascii="Times New Roman" w:hAnsi="Times New Roman" w:cs="Times New Roman"/>
          <w:sz w:val="24"/>
          <w:szCs w:val="24"/>
        </w:rPr>
        <w:t>«Районный вестник» от 11.11.2016</w:t>
      </w:r>
      <w:r w:rsidRPr="00265A9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№ 46</w:t>
      </w:r>
      <w:r w:rsidRPr="008B4AF2">
        <w:rPr>
          <w:rFonts w:ascii="Times New Roman" w:hAnsi="Times New Roman" w:cs="Times New Roman"/>
          <w:sz w:val="24"/>
          <w:szCs w:val="24"/>
        </w:rPr>
        <w:t>,</w:t>
      </w:r>
      <w:r w:rsidRPr="00265A94">
        <w:rPr>
          <w:rFonts w:ascii="Times New Roman" w:hAnsi="Times New Roman" w:cs="Times New Roman"/>
          <w:sz w:val="24"/>
          <w:szCs w:val="24"/>
        </w:rPr>
        <w:t xml:space="preserve"> размещение на официальном сайте Администрац</w:t>
      </w:r>
      <w:r>
        <w:rPr>
          <w:rFonts w:ascii="Times New Roman" w:hAnsi="Times New Roman" w:cs="Times New Roman"/>
          <w:sz w:val="24"/>
          <w:szCs w:val="24"/>
        </w:rPr>
        <w:t xml:space="preserve">ии муниципального образования «Косоржанский </w:t>
      </w:r>
      <w:r w:rsidRPr="00265A94">
        <w:rPr>
          <w:rFonts w:ascii="Times New Roman" w:hAnsi="Times New Roman" w:cs="Times New Roman"/>
          <w:sz w:val="24"/>
          <w:szCs w:val="24"/>
        </w:rPr>
        <w:t>сельсовет»</w:t>
      </w:r>
      <w:r>
        <w:rPr>
          <w:rFonts w:ascii="Times New Roman" w:hAnsi="Times New Roman" w:cs="Times New Roman"/>
          <w:sz w:val="24"/>
          <w:szCs w:val="24"/>
        </w:rPr>
        <w:t xml:space="preserve"> 8.11.2016г, на сайте Администрации Щигровского района 3.11.2016г.</w:t>
      </w:r>
      <w:r w:rsidRPr="00265A94">
        <w:rPr>
          <w:rFonts w:ascii="Times New Roman" w:hAnsi="Times New Roman" w:cs="Times New Roman"/>
          <w:sz w:val="24"/>
          <w:szCs w:val="24"/>
        </w:rPr>
        <w:t xml:space="preserve"> в сети Интернет проекта </w:t>
      </w:r>
      <w:r>
        <w:rPr>
          <w:rFonts w:ascii="Times New Roman" w:hAnsi="Times New Roman" w:cs="Times New Roman"/>
          <w:sz w:val="24"/>
          <w:szCs w:val="24"/>
        </w:rPr>
        <w:t>«Внесение изменений в П</w:t>
      </w:r>
      <w:r w:rsidRPr="00265A94">
        <w:rPr>
          <w:rFonts w:ascii="Times New Roman" w:hAnsi="Times New Roman" w:cs="Times New Roman"/>
          <w:sz w:val="24"/>
          <w:szCs w:val="24"/>
        </w:rPr>
        <w:t>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65A9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«Косоржанский </w:t>
      </w:r>
      <w:r w:rsidRPr="00265A94">
        <w:rPr>
          <w:rFonts w:ascii="Times New Roman" w:hAnsi="Times New Roman" w:cs="Times New Roman"/>
          <w:sz w:val="24"/>
          <w:szCs w:val="24"/>
        </w:rPr>
        <w:t>сельсовет» Щигровского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65A94">
        <w:rPr>
          <w:rFonts w:ascii="Times New Roman" w:hAnsi="Times New Roman" w:cs="Times New Roman"/>
          <w:sz w:val="24"/>
          <w:szCs w:val="24"/>
        </w:rPr>
        <w:t>.</w:t>
      </w:r>
    </w:p>
    <w:p w:rsidR="007826C2" w:rsidRDefault="007826C2" w:rsidP="008B4AF2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Орга</w:t>
      </w:r>
      <w:r>
        <w:rPr>
          <w:rFonts w:ascii="Times New Roman" w:hAnsi="Times New Roman"/>
        </w:rPr>
        <w:t>низатор публичных слушаний: заместитель Главы администрации Щигровского района Курской области Летошников Ю.В.</w:t>
      </w:r>
    </w:p>
    <w:p w:rsidR="007826C2" w:rsidRPr="00265A94" w:rsidRDefault="007826C2" w:rsidP="008B4AF2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Срок проведения </w:t>
      </w:r>
      <w:r>
        <w:rPr>
          <w:rFonts w:ascii="Times New Roman" w:hAnsi="Times New Roman"/>
        </w:rPr>
        <w:t>публичных слушаний: с 11.11.2016г по 13.01.2017</w:t>
      </w:r>
      <w:r w:rsidRPr="00265A94">
        <w:rPr>
          <w:rFonts w:ascii="Times New Roman" w:hAnsi="Times New Roman"/>
        </w:rPr>
        <w:t>г.</w:t>
      </w:r>
    </w:p>
    <w:p w:rsidR="007826C2" w:rsidRPr="008F18F1" w:rsidRDefault="007826C2" w:rsidP="008F18F1">
      <w:pPr>
        <w:pStyle w:val="NormalWeb"/>
        <w:ind w:firstLine="708"/>
        <w:jc w:val="both"/>
        <w:rPr>
          <w:rFonts w:ascii="Times New Roman" w:hAnsi="Times New Roman"/>
        </w:rPr>
      </w:pPr>
      <w:r w:rsidRPr="008F18F1">
        <w:rPr>
          <w:rFonts w:ascii="Times New Roman" w:hAnsi="Times New Roman"/>
        </w:rPr>
        <w:t xml:space="preserve">Место проведения публичных слушаний: </w:t>
      </w:r>
    </w:p>
    <w:p w:rsidR="007826C2" w:rsidRPr="00A71E6A" w:rsidRDefault="007826C2" w:rsidP="009A5B68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с. Косоржа  - здание Администрации Косоржанского сельсовета по адресу: Курская область, Щигровский район, Косоржанский сельсовет, с. Косоржа;</w:t>
      </w:r>
    </w:p>
    <w:p w:rsidR="007826C2" w:rsidRPr="00A71E6A" w:rsidRDefault="007826C2" w:rsidP="009A5B68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д. Шпили – придомовая территория Букреевой Т.Н. по адресу: Курская область, Щигровский район, Косоржанский сельсовет, д. Шпили;</w:t>
      </w:r>
    </w:p>
    <w:p w:rsidR="007826C2" w:rsidRPr="00A71E6A" w:rsidRDefault="007826C2" w:rsidP="009A5B68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д. Пересуха – здание магазина ПО «Щигровского» по адресу: Курская область, Щигровский район, Косоржанский сельсовет, д. Пересуха;</w:t>
      </w:r>
    </w:p>
    <w:p w:rsidR="007826C2" w:rsidRPr="00A71E6A" w:rsidRDefault="007826C2" w:rsidP="009A5B68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д. Логачевка – придомовая территория Федотовой Н.И. по адресу: Курская область, Щигровский район, Косоржанский сельсовет, д. Логачевка;</w:t>
      </w:r>
    </w:p>
    <w:p w:rsidR="007826C2" w:rsidRPr="00A71E6A" w:rsidRDefault="007826C2" w:rsidP="009A5B68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д. Бритовка – придомовая территория Мордвиновой Р.М. по адресу: Курская область, Щигровский район, Косоржанский сельсовет, д. Бритовка;</w:t>
      </w:r>
    </w:p>
    <w:p w:rsidR="007826C2" w:rsidRPr="00A71E6A" w:rsidRDefault="007826C2" w:rsidP="009A5B68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д. Быковка – придомовая территория Пеняевой В.Д. по адресу: Курская область, Щигровский район, Косоржанский сельсовет, д. Быковка;</w:t>
      </w:r>
    </w:p>
    <w:p w:rsidR="007826C2" w:rsidRDefault="007826C2" w:rsidP="003B5EE3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Продолжительность проведения публичных слушаний</w:t>
      </w:r>
    </w:p>
    <w:p w:rsidR="007826C2" w:rsidRPr="00325D9C" w:rsidRDefault="007826C2" w:rsidP="00325D9C">
      <w:pPr>
        <w:jc w:val="both"/>
        <w:rPr>
          <w:rFonts w:ascii="Times New Roman" w:hAnsi="Times New Roman" w:cs="Times New Roman"/>
          <w:sz w:val="24"/>
          <w:szCs w:val="24"/>
        </w:rPr>
      </w:pPr>
      <w:r w:rsidRPr="00325D9C">
        <w:rPr>
          <w:rFonts w:ascii="Times New Roman" w:hAnsi="Times New Roman" w:cs="Times New Roman"/>
          <w:sz w:val="24"/>
          <w:szCs w:val="24"/>
        </w:rPr>
        <w:t xml:space="preserve">13.01.2017г. по населенным пунктам:     </w:t>
      </w:r>
    </w:p>
    <w:p w:rsidR="007826C2" w:rsidRPr="00A71E6A" w:rsidRDefault="007826C2" w:rsidP="00A71E6A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- 12-00 с. Косоржа;</w:t>
      </w:r>
    </w:p>
    <w:p w:rsidR="007826C2" w:rsidRPr="00A71E6A" w:rsidRDefault="007826C2" w:rsidP="00A71E6A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- 13-00 д. Шпили;</w:t>
      </w:r>
    </w:p>
    <w:p w:rsidR="007826C2" w:rsidRPr="00A71E6A" w:rsidRDefault="007826C2" w:rsidP="00A71E6A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- 13-45 д. Пересуха;</w:t>
      </w:r>
    </w:p>
    <w:p w:rsidR="007826C2" w:rsidRPr="00A71E6A" w:rsidRDefault="007826C2" w:rsidP="00A71E6A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-14-30 д. Логачевка;</w:t>
      </w:r>
    </w:p>
    <w:p w:rsidR="007826C2" w:rsidRPr="00A71E6A" w:rsidRDefault="007826C2" w:rsidP="00A71E6A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- 15-15 д. Бритовка;</w:t>
      </w:r>
    </w:p>
    <w:p w:rsidR="007826C2" w:rsidRPr="00A71E6A" w:rsidRDefault="007826C2" w:rsidP="00A71E6A">
      <w:pPr>
        <w:jc w:val="both"/>
        <w:rPr>
          <w:rFonts w:ascii="Times New Roman" w:hAnsi="Times New Roman" w:cs="Times New Roman"/>
          <w:sz w:val="24"/>
          <w:szCs w:val="24"/>
        </w:rPr>
      </w:pPr>
      <w:r w:rsidRPr="00A71E6A">
        <w:rPr>
          <w:rFonts w:ascii="Times New Roman" w:hAnsi="Times New Roman" w:cs="Times New Roman"/>
          <w:sz w:val="24"/>
          <w:szCs w:val="24"/>
        </w:rPr>
        <w:t>- 16-00 д Быковка.</w:t>
      </w:r>
    </w:p>
    <w:p w:rsidR="007826C2" w:rsidRPr="007300B8" w:rsidRDefault="007826C2" w:rsidP="007300B8">
      <w:pPr>
        <w:jc w:val="both"/>
      </w:pPr>
      <w:r w:rsidRPr="00105064">
        <w:rPr>
          <w:rFonts w:ascii="Times New Roman" w:hAnsi="Times New Roman" w:cs="Times New Roman"/>
          <w:sz w:val="24"/>
          <w:szCs w:val="24"/>
        </w:rPr>
        <w:t xml:space="preserve">С докладом по проекту </w:t>
      </w:r>
      <w:r>
        <w:rPr>
          <w:rFonts w:ascii="Times New Roman" w:hAnsi="Times New Roman" w:cs="Times New Roman"/>
          <w:sz w:val="24"/>
          <w:szCs w:val="24"/>
        </w:rPr>
        <w:t>«Внесение изменений в П</w:t>
      </w:r>
      <w:r w:rsidRPr="00105064">
        <w:rPr>
          <w:rFonts w:ascii="Times New Roman" w:hAnsi="Times New Roman" w:cs="Times New Roman"/>
          <w:sz w:val="24"/>
          <w:szCs w:val="24"/>
        </w:rPr>
        <w:t>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0506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</w:t>
      </w:r>
      <w:r>
        <w:rPr>
          <w:rFonts w:ascii="Times New Roman" w:hAnsi="Times New Roman" w:cs="Times New Roman"/>
          <w:sz w:val="24"/>
          <w:szCs w:val="24"/>
        </w:rPr>
        <w:t>образования «Косоржанский</w:t>
      </w:r>
      <w:r w:rsidRPr="00105064">
        <w:rPr>
          <w:rFonts w:ascii="Times New Roman" w:hAnsi="Times New Roman" w:cs="Times New Roman"/>
          <w:sz w:val="24"/>
          <w:szCs w:val="24"/>
        </w:rPr>
        <w:t xml:space="preserve"> сельсовет» Щигровского района Курской области выступил</w:t>
      </w:r>
      <w:r>
        <w:rPr>
          <w:rFonts w:ascii="Times New Roman" w:hAnsi="Times New Roman" w:cs="Times New Roman"/>
          <w:sz w:val="24"/>
          <w:szCs w:val="24"/>
        </w:rPr>
        <w:t>а Мосина Л.В.</w:t>
      </w:r>
    </w:p>
    <w:p w:rsidR="007826C2" w:rsidRPr="00265A94" w:rsidRDefault="007826C2" w:rsidP="003B5EE3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На вопросы участников публичных слушаний отвечали члены комиссии по подготовке правил землепользования и застройки.</w:t>
      </w:r>
    </w:p>
    <w:p w:rsidR="007826C2" w:rsidRPr="00265A94" w:rsidRDefault="007826C2" w:rsidP="003B5EE3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Количество участников публичных слушаний – </w:t>
      </w:r>
      <w:r w:rsidRPr="006042BE">
        <w:rPr>
          <w:rFonts w:ascii="Times New Roman" w:hAnsi="Times New Roman"/>
        </w:rPr>
        <w:t>68</w:t>
      </w:r>
      <w:r>
        <w:rPr>
          <w:rFonts w:ascii="Times New Roman" w:hAnsi="Times New Roman"/>
        </w:rPr>
        <w:t xml:space="preserve"> человек</w:t>
      </w:r>
      <w:r w:rsidRPr="00265A94">
        <w:rPr>
          <w:rFonts w:ascii="Times New Roman" w:hAnsi="Times New Roman"/>
        </w:rPr>
        <w:t>.</w:t>
      </w:r>
    </w:p>
    <w:p w:rsidR="007826C2" w:rsidRPr="00265A94" w:rsidRDefault="007826C2" w:rsidP="003B5EE3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Количество отзывов по предмету публичных слушаний:</w:t>
      </w:r>
    </w:p>
    <w:p w:rsidR="007826C2" w:rsidRPr="00265A94" w:rsidRDefault="007826C2" w:rsidP="003B5EE3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- полученных по почте и зарегистрированных — 0;</w:t>
      </w:r>
    </w:p>
    <w:p w:rsidR="007826C2" w:rsidRPr="00265A94" w:rsidRDefault="007826C2" w:rsidP="003B5EE3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- полученных по электронной почте – 0;</w:t>
      </w:r>
    </w:p>
    <w:p w:rsidR="007826C2" w:rsidRPr="00265A94" w:rsidRDefault="007826C2" w:rsidP="003B5EE3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- в ходе проведения публичных слушаний – 0;</w:t>
      </w:r>
    </w:p>
    <w:p w:rsidR="007826C2" w:rsidRPr="00265A94" w:rsidRDefault="007826C2" w:rsidP="003B5EE3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Всего отзывов, включенных в протокол публичных слушаний, — 0.</w:t>
      </w:r>
    </w:p>
    <w:p w:rsidR="007826C2" w:rsidRDefault="007826C2" w:rsidP="003B5EE3">
      <w:pPr>
        <w:pStyle w:val="NormalWeb"/>
        <w:ind w:firstLine="708"/>
        <w:jc w:val="both"/>
        <w:rPr>
          <w:rFonts w:ascii="Times New Roman" w:hAnsi="Times New Roman"/>
        </w:rPr>
      </w:pPr>
    </w:p>
    <w:p w:rsidR="007826C2" w:rsidRPr="00265A94" w:rsidRDefault="007826C2" w:rsidP="003B5EE3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Заключение:</w:t>
      </w:r>
    </w:p>
    <w:p w:rsidR="007826C2" w:rsidRDefault="007826C2" w:rsidP="00A61E98">
      <w:pPr>
        <w:pStyle w:val="NormalWeb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Публичные слушания от 11.01.2017</w:t>
      </w:r>
      <w:r w:rsidRPr="00265A94">
        <w:rPr>
          <w:rFonts w:ascii="Times New Roman" w:hAnsi="Times New Roman"/>
        </w:rPr>
        <w:t xml:space="preserve">г. по проекту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«Косоржанский</w:t>
      </w:r>
      <w:r w:rsidRPr="00265A94">
        <w:rPr>
          <w:rFonts w:ascii="Times New Roman" w:hAnsi="Times New Roman"/>
        </w:rPr>
        <w:t xml:space="preserve"> сельсовет» Щигровского района Курской области проведены в соответствии с действующим законодательством и считаются состоявшимися.</w:t>
      </w:r>
    </w:p>
    <w:p w:rsidR="007826C2" w:rsidRPr="00265A94" w:rsidRDefault="007826C2" w:rsidP="00A61E98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2. Представленный проект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«Косоржанский</w:t>
      </w:r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>»</w:t>
      </w:r>
      <w:r w:rsidRPr="00265A94">
        <w:rPr>
          <w:rFonts w:ascii="Times New Roman" w:hAnsi="Times New Roman"/>
        </w:rPr>
        <w:t xml:space="preserve"> поддержан участниками публичных слушаний и рекомендуется к направлению в </w:t>
      </w:r>
      <w:r>
        <w:rPr>
          <w:rFonts w:ascii="Times New Roman" w:hAnsi="Times New Roman"/>
        </w:rPr>
        <w:t>Представительное Собрание Щигровского района Курской области</w:t>
      </w:r>
      <w:r w:rsidRPr="00265A94">
        <w:rPr>
          <w:rFonts w:ascii="Times New Roman" w:hAnsi="Times New Roman"/>
        </w:rPr>
        <w:t xml:space="preserve"> для утверждения.</w:t>
      </w:r>
    </w:p>
    <w:p w:rsidR="007826C2" w:rsidRPr="00265A94" w:rsidRDefault="007826C2" w:rsidP="00A61E98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3. По результатам проведенных публичных слушаний по проекту </w:t>
      </w:r>
      <w:r>
        <w:rPr>
          <w:rFonts w:ascii="Times New Roman" w:hAnsi="Times New Roman"/>
        </w:rPr>
        <w:t xml:space="preserve">«Внесение изменений в </w:t>
      </w:r>
      <w:r w:rsidRPr="00265A94">
        <w:rPr>
          <w:rFonts w:ascii="Times New Roman" w:hAnsi="Times New Roman"/>
        </w:rPr>
        <w:t>правил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«Косоржанский</w:t>
      </w:r>
      <w:r w:rsidRPr="00265A94">
        <w:rPr>
          <w:rFonts w:ascii="Times New Roman" w:hAnsi="Times New Roman"/>
        </w:rPr>
        <w:t xml:space="preserve"> сельсовет» Щигровского района Курской области предложено:</w:t>
      </w:r>
    </w:p>
    <w:p w:rsidR="007826C2" w:rsidRPr="00265A94" w:rsidRDefault="007826C2" w:rsidP="00A61E98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1) Одобрить представленный проект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«Косоржанский</w:t>
      </w:r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>»</w:t>
      </w:r>
      <w:r w:rsidRPr="00265A94">
        <w:rPr>
          <w:rFonts w:ascii="Times New Roman" w:hAnsi="Times New Roman"/>
        </w:rPr>
        <w:t>;</w:t>
      </w:r>
    </w:p>
    <w:p w:rsidR="007826C2" w:rsidRPr="00265A94" w:rsidRDefault="007826C2" w:rsidP="00A61E98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2) Проект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«Косоржанский</w:t>
      </w:r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>» направить Г</w:t>
      </w:r>
      <w:r w:rsidRPr="00265A94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е Щигровского района Курской области</w:t>
      </w:r>
      <w:r w:rsidRPr="00265A94">
        <w:rPr>
          <w:rFonts w:ascii="Times New Roman" w:hAnsi="Times New Roman"/>
        </w:rPr>
        <w:t xml:space="preserve"> для последующего направления в </w:t>
      </w:r>
      <w:r>
        <w:rPr>
          <w:rFonts w:ascii="Times New Roman" w:hAnsi="Times New Roman"/>
        </w:rPr>
        <w:t>Представительное Собрание Щигровского района Курской области</w:t>
      </w:r>
      <w:r w:rsidRPr="00265A94">
        <w:rPr>
          <w:rFonts w:ascii="Times New Roman" w:hAnsi="Times New Roman"/>
        </w:rPr>
        <w:t xml:space="preserve"> для утверждения.</w:t>
      </w:r>
    </w:p>
    <w:p w:rsidR="007826C2" w:rsidRPr="00265A94" w:rsidRDefault="007826C2" w:rsidP="00A61E98">
      <w:pPr>
        <w:pStyle w:val="NormalWeb"/>
        <w:ind w:firstLine="708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4. Результаты открытого голосования:</w:t>
      </w:r>
    </w:p>
    <w:p w:rsidR="007826C2" w:rsidRPr="00265A94" w:rsidRDefault="007826C2" w:rsidP="00A61E98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зарегистрированных участников публичных слушаний </w:t>
      </w:r>
      <w:r>
        <w:rPr>
          <w:rFonts w:ascii="Times New Roman" w:hAnsi="Times New Roman"/>
        </w:rPr>
        <w:t>– 68 человек</w:t>
      </w:r>
      <w:r w:rsidRPr="00265A94">
        <w:rPr>
          <w:rFonts w:ascii="Times New Roman" w:hAnsi="Times New Roman"/>
        </w:rPr>
        <w:t>;</w:t>
      </w:r>
    </w:p>
    <w:p w:rsidR="007826C2" w:rsidRPr="00265A94" w:rsidRDefault="007826C2" w:rsidP="00A61E98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риняли участие в голосовании – 68 </w:t>
      </w:r>
      <w:r w:rsidRPr="006042BE">
        <w:rPr>
          <w:rFonts w:ascii="Times New Roman" w:hAnsi="Times New Roman"/>
        </w:rPr>
        <w:t>человек</w:t>
      </w:r>
      <w:r w:rsidRPr="00265A94">
        <w:rPr>
          <w:rFonts w:ascii="Times New Roman" w:hAnsi="Times New Roman"/>
        </w:rPr>
        <w:t>;</w:t>
      </w:r>
    </w:p>
    <w:p w:rsidR="007826C2" w:rsidRPr="00265A94" w:rsidRDefault="007826C2" w:rsidP="00A61E98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«за» р</w:t>
      </w:r>
      <w:r>
        <w:rPr>
          <w:rFonts w:ascii="Times New Roman" w:hAnsi="Times New Roman"/>
        </w:rPr>
        <w:t>езолюцию публичных слушаний – 68 человек</w:t>
      </w:r>
      <w:r w:rsidRPr="00265A94">
        <w:rPr>
          <w:rFonts w:ascii="Times New Roman" w:hAnsi="Times New Roman"/>
        </w:rPr>
        <w:t>;</w:t>
      </w:r>
    </w:p>
    <w:p w:rsidR="007826C2" w:rsidRPr="00265A94" w:rsidRDefault="007826C2" w:rsidP="00A61E98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«против» — нет;</w:t>
      </w:r>
    </w:p>
    <w:p w:rsidR="007826C2" w:rsidRPr="00265A94" w:rsidRDefault="007826C2" w:rsidP="00A61E98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«воздержались» — нет.</w:t>
      </w:r>
    </w:p>
    <w:p w:rsidR="007826C2" w:rsidRPr="00265A94" w:rsidRDefault="007826C2" w:rsidP="00A61E98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Единогласно.</w:t>
      </w:r>
    </w:p>
    <w:p w:rsidR="007826C2" w:rsidRDefault="007826C2" w:rsidP="00775A62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>Рекомендации:</w:t>
      </w:r>
    </w:p>
    <w:p w:rsidR="007826C2" w:rsidRPr="00265A94" w:rsidRDefault="007826C2" w:rsidP="00775A62">
      <w:pPr>
        <w:pStyle w:val="NormalWeb"/>
        <w:jc w:val="both"/>
        <w:rPr>
          <w:rFonts w:ascii="Times New Roman" w:hAnsi="Times New Roman"/>
        </w:rPr>
      </w:pPr>
      <w:r w:rsidRPr="00265A94">
        <w:rPr>
          <w:rFonts w:ascii="Times New Roman" w:hAnsi="Times New Roman"/>
        </w:rPr>
        <w:t xml:space="preserve">1. Проект </w:t>
      </w:r>
      <w:r>
        <w:rPr>
          <w:rFonts w:ascii="Times New Roman" w:hAnsi="Times New Roman"/>
        </w:rPr>
        <w:t>«Внесение изменений в П</w:t>
      </w:r>
      <w:r w:rsidRPr="00265A94">
        <w:rPr>
          <w:rFonts w:ascii="Times New Roman" w:hAnsi="Times New Roman"/>
        </w:rPr>
        <w:t>равил</w:t>
      </w:r>
      <w:r>
        <w:rPr>
          <w:rFonts w:ascii="Times New Roman" w:hAnsi="Times New Roman"/>
        </w:rPr>
        <w:t>а</w:t>
      </w:r>
      <w:r w:rsidRPr="00265A94">
        <w:rPr>
          <w:rFonts w:ascii="Times New Roman" w:hAnsi="Times New Roman"/>
        </w:rPr>
        <w:t xml:space="preserve"> землепользования и застройки муниципального </w:t>
      </w:r>
      <w:r>
        <w:rPr>
          <w:rFonts w:ascii="Times New Roman" w:hAnsi="Times New Roman"/>
        </w:rPr>
        <w:t>образования «Косоржанский</w:t>
      </w:r>
      <w:r w:rsidRPr="00265A94">
        <w:rPr>
          <w:rFonts w:ascii="Times New Roman" w:hAnsi="Times New Roman"/>
        </w:rPr>
        <w:t xml:space="preserve"> сельсовет» Щигровского района Курской области</w:t>
      </w:r>
      <w:r>
        <w:rPr>
          <w:rFonts w:ascii="Times New Roman" w:hAnsi="Times New Roman"/>
        </w:rPr>
        <w:t xml:space="preserve">» </w:t>
      </w:r>
      <w:r w:rsidRPr="00265A94">
        <w:rPr>
          <w:rFonts w:ascii="Times New Roman" w:hAnsi="Times New Roman"/>
        </w:rPr>
        <w:t xml:space="preserve">готов к направлению </w:t>
      </w:r>
      <w:r>
        <w:rPr>
          <w:rFonts w:ascii="Times New Roman" w:hAnsi="Times New Roman"/>
        </w:rPr>
        <w:t>Г</w:t>
      </w:r>
      <w:r w:rsidRPr="00265A94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е Щигровского района Курской области</w:t>
      </w:r>
      <w:r w:rsidRPr="00265A94">
        <w:rPr>
          <w:rFonts w:ascii="Times New Roman" w:hAnsi="Times New Roman"/>
        </w:rPr>
        <w:t xml:space="preserve"> для последующего направления в </w:t>
      </w:r>
      <w:r>
        <w:rPr>
          <w:rFonts w:ascii="Times New Roman" w:hAnsi="Times New Roman"/>
        </w:rPr>
        <w:t>Представительное Собрание Щигровского района Курской области</w:t>
      </w:r>
      <w:r w:rsidRPr="00265A94">
        <w:rPr>
          <w:rFonts w:ascii="Times New Roman" w:hAnsi="Times New Roman"/>
        </w:rPr>
        <w:t xml:space="preserve"> для утверждения.</w:t>
      </w:r>
    </w:p>
    <w:p w:rsidR="007826C2" w:rsidRPr="00775A62" w:rsidRDefault="007826C2" w:rsidP="00775A62">
      <w:pPr>
        <w:pStyle w:val="NormalWeb"/>
        <w:jc w:val="both"/>
        <w:rPr>
          <w:rFonts w:ascii="Times New Roman" w:hAnsi="Times New Roman"/>
          <w:bCs/>
        </w:rPr>
      </w:pPr>
      <w:r w:rsidRPr="00775A62">
        <w:rPr>
          <w:rFonts w:ascii="Times New Roman" w:hAnsi="Times New Roman"/>
          <w:bCs/>
        </w:rPr>
        <w:t>Члены комиссии:</w:t>
      </w:r>
    </w:p>
    <w:p w:rsidR="007826C2" w:rsidRPr="00775A62" w:rsidRDefault="007826C2" w:rsidP="00775A62">
      <w:pPr>
        <w:pStyle w:val="NormalWeb"/>
        <w:jc w:val="both"/>
        <w:rPr>
          <w:rFonts w:ascii="Times New Roman" w:hAnsi="Times New Roman"/>
          <w:b/>
          <w:bCs/>
        </w:rPr>
      </w:pPr>
      <w:r w:rsidRPr="00775A62">
        <w:rPr>
          <w:rFonts w:ascii="Times New Roman" w:hAnsi="Times New Roman"/>
        </w:rPr>
        <w:t xml:space="preserve">Летошников Ю.В. </w:t>
      </w:r>
    </w:p>
    <w:p w:rsidR="007826C2" w:rsidRPr="00B511D0" w:rsidRDefault="007826C2" w:rsidP="0035449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511D0">
        <w:rPr>
          <w:rFonts w:ascii="Times New Roman" w:hAnsi="Times New Roman"/>
          <w:sz w:val="24"/>
          <w:szCs w:val="24"/>
        </w:rPr>
        <w:t xml:space="preserve">Мосина </w:t>
      </w:r>
      <w:r>
        <w:rPr>
          <w:rFonts w:ascii="Times New Roman" w:hAnsi="Times New Roman"/>
          <w:sz w:val="24"/>
          <w:szCs w:val="24"/>
        </w:rPr>
        <w:t>Л.В.</w:t>
      </w:r>
    </w:p>
    <w:p w:rsidR="007826C2" w:rsidRPr="00B511D0" w:rsidRDefault="007826C2" w:rsidP="0035449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511D0">
        <w:rPr>
          <w:rStyle w:val="1"/>
          <w:rFonts w:cs="Times New Roman"/>
          <w:sz w:val="24"/>
        </w:rPr>
        <w:t>Гатилова Р</w:t>
      </w:r>
      <w:r>
        <w:rPr>
          <w:rStyle w:val="1"/>
          <w:rFonts w:cs="Times New Roman"/>
          <w:sz w:val="24"/>
        </w:rPr>
        <w:t>.Н.</w:t>
      </w:r>
      <w:r w:rsidRPr="00B511D0">
        <w:rPr>
          <w:rStyle w:val="1"/>
          <w:rFonts w:cs="Times New Roman"/>
          <w:sz w:val="24"/>
        </w:rPr>
        <w:t xml:space="preserve"> </w:t>
      </w:r>
    </w:p>
    <w:p w:rsidR="007826C2" w:rsidRDefault="007826C2" w:rsidP="00354496">
      <w:pPr>
        <w:spacing w:line="240" w:lineRule="auto"/>
        <w:rPr>
          <w:rStyle w:val="1"/>
          <w:rFonts w:cs="Times New Roman"/>
          <w:sz w:val="24"/>
        </w:rPr>
      </w:pPr>
      <w:r w:rsidRPr="00B511D0">
        <w:rPr>
          <w:rFonts w:ascii="Times New Roman" w:hAnsi="Times New Roman"/>
          <w:sz w:val="24"/>
          <w:szCs w:val="24"/>
        </w:rPr>
        <w:t>Михайлов Н</w:t>
      </w:r>
      <w:r>
        <w:rPr>
          <w:rFonts w:ascii="Times New Roman" w:hAnsi="Times New Roman"/>
          <w:sz w:val="24"/>
          <w:szCs w:val="24"/>
        </w:rPr>
        <w:t>. А.</w:t>
      </w:r>
      <w:r w:rsidRPr="00B511D0">
        <w:rPr>
          <w:rFonts w:ascii="Times New Roman" w:hAnsi="Times New Roman"/>
          <w:sz w:val="24"/>
          <w:szCs w:val="24"/>
        </w:rPr>
        <w:t xml:space="preserve"> </w:t>
      </w:r>
    </w:p>
    <w:p w:rsidR="007826C2" w:rsidRDefault="007826C2" w:rsidP="00354496">
      <w:pPr>
        <w:spacing w:line="240" w:lineRule="auto"/>
        <w:rPr>
          <w:rStyle w:val="1"/>
          <w:rFonts w:cs="Times New Roman"/>
          <w:sz w:val="24"/>
        </w:rPr>
      </w:pPr>
      <w:r w:rsidRPr="00B511D0">
        <w:rPr>
          <w:rStyle w:val="1"/>
          <w:rFonts w:cs="Times New Roman"/>
          <w:sz w:val="24"/>
        </w:rPr>
        <w:t>Густоваров С</w:t>
      </w:r>
      <w:r>
        <w:rPr>
          <w:rStyle w:val="1"/>
          <w:rFonts w:cs="Times New Roman"/>
          <w:sz w:val="24"/>
        </w:rPr>
        <w:t>.В.</w:t>
      </w:r>
      <w:r w:rsidRPr="00B511D0">
        <w:rPr>
          <w:rStyle w:val="1"/>
          <w:rFonts w:cs="Times New Roman"/>
          <w:sz w:val="24"/>
        </w:rPr>
        <w:t xml:space="preserve"> </w:t>
      </w:r>
    </w:p>
    <w:p w:rsidR="007826C2" w:rsidRDefault="007826C2" w:rsidP="00354496">
      <w:pPr>
        <w:spacing w:line="240" w:lineRule="auto"/>
        <w:rPr>
          <w:rFonts w:ascii="Times New Roman" w:hAnsi="Times New Roman"/>
          <w:sz w:val="24"/>
          <w:szCs w:val="24"/>
        </w:rPr>
      </w:pPr>
      <w:r w:rsidRPr="00B511D0">
        <w:rPr>
          <w:rFonts w:ascii="Times New Roman" w:hAnsi="Times New Roman"/>
          <w:sz w:val="24"/>
          <w:szCs w:val="24"/>
        </w:rPr>
        <w:t>Гамова И</w:t>
      </w:r>
      <w:r>
        <w:rPr>
          <w:rFonts w:ascii="Times New Roman" w:hAnsi="Times New Roman"/>
          <w:sz w:val="24"/>
          <w:szCs w:val="24"/>
        </w:rPr>
        <w:t>.М.</w:t>
      </w:r>
      <w:r w:rsidRPr="00B511D0">
        <w:rPr>
          <w:rFonts w:ascii="Times New Roman" w:hAnsi="Times New Roman"/>
          <w:sz w:val="24"/>
          <w:szCs w:val="24"/>
        </w:rPr>
        <w:t xml:space="preserve"> </w:t>
      </w:r>
    </w:p>
    <w:p w:rsidR="007826C2" w:rsidRDefault="007826C2" w:rsidP="0035449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Шашков Н.Н.</w:t>
      </w:r>
    </w:p>
    <w:p w:rsidR="007826C2" w:rsidRDefault="007826C2" w:rsidP="0035449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Браткова Н.В.</w:t>
      </w:r>
    </w:p>
    <w:p w:rsidR="007826C2" w:rsidRDefault="007826C2" w:rsidP="0035449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Нефедова В.А.</w:t>
      </w:r>
    </w:p>
    <w:sectPr w:rsidR="007826C2" w:rsidSect="004A4A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A32"/>
    <w:rsid w:val="000150E3"/>
    <w:rsid w:val="000639CF"/>
    <w:rsid w:val="00076360"/>
    <w:rsid w:val="00081B8C"/>
    <w:rsid w:val="000C3D48"/>
    <w:rsid w:val="000D0780"/>
    <w:rsid w:val="000F7DC3"/>
    <w:rsid w:val="00105064"/>
    <w:rsid w:val="00112C90"/>
    <w:rsid w:val="00186FBB"/>
    <w:rsid w:val="001909AB"/>
    <w:rsid w:val="001C5254"/>
    <w:rsid w:val="001C6DAD"/>
    <w:rsid w:val="001D1044"/>
    <w:rsid w:val="001D55E0"/>
    <w:rsid w:val="00265A94"/>
    <w:rsid w:val="002E09ED"/>
    <w:rsid w:val="002F5A50"/>
    <w:rsid w:val="00325D9C"/>
    <w:rsid w:val="003400B4"/>
    <w:rsid w:val="00354496"/>
    <w:rsid w:val="003B5EE3"/>
    <w:rsid w:val="003F2A4D"/>
    <w:rsid w:val="003F68C3"/>
    <w:rsid w:val="00441D76"/>
    <w:rsid w:val="004956E9"/>
    <w:rsid w:val="004A4A32"/>
    <w:rsid w:val="004B4E5A"/>
    <w:rsid w:val="004D2D8D"/>
    <w:rsid w:val="004F3146"/>
    <w:rsid w:val="004F4471"/>
    <w:rsid w:val="0051010C"/>
    <w:rsid w:val="00515883"/>
    <w:rsid w:val="00526070"/>
    <w:rsid w:val="0054507E"/>
    <w:rsid w:val="00553F61"/>
    <w:rsid w:val="00586EA4"/>
    <w:rsid w:val="005A55F9"/>
    <w:rsid w:val="005D60A1"/>
    <w:rsid w:val="005F08F6"/>
    <w:rsid w:val="005F43C2"/>
    <w:rsid w:val="006042BE"/>
    <w:rsid w:val="00630F9E"/>
    <w:rsid w:val="006469D6"/>
    <w:rsid w:val="0066491F"/>
    <w:rsid w:val="00666B68"/>
    <w:rsid w:val="00675183"/>
    <w:rsid w:val="00680191"/>
    <w:rsid w:val="006B0F7B"/>
    <w:rsid w:val="006B5A63"/>
    <w:rsid w:val="007300B8"/>
    <w:rsid w:val="0074164F"/>
    <w:rsid w:val="007473D1"/>
    <w:rsid w:val="00775A62"/>
    <w:rsid w:val="007826C2"/>
    <w:rsid w:val="00784234"/>
    <w:rsid w:val="007A4764"/>
    <w:rsid w:val="007A73A9"/>
    <w:rsid w:val="007F4A14"/>
    <w:rsid w:val="00825A3B"/>
    <w:rsid w:val="00834764"/>
    <w:rsid w:val="00836284"/>
    <w:rsid w:val="00841E4D"/>
    <w:rsid w:val="0087168D"/>
    <w:rsid w:val="008B4AF2"/>
    <w:rsid w:val="008C4D64"/>
    <w:rsid w:val="008D25F3"/>
    <w:rsid w:val="008D6086"/>
    <w:rsid w:val="008E7ACA"/>
    <w:rsid w:val="008F18F1"/>
    <w:rsid w:val="00907507"/>
    <w:rsid w:val="00933F03"/>
    <w:rsid w:val="0097519C"/>
    <w:rsid w:val="009A5B68"/>
    <w:rsid w:val="009A6C1E"/>
    <w:rsid w:val="009D768F"/>
    <w:rsid w:val="00A10B99"/>
    <w:rsid w:val="00A4778B"/>
    <w:rsid w:val="00A50B6B"/>
    <w:rsid w:val="00A57E7B"/>
    <w:rsid w:val="00A61E98"/>
    <w:rsid w:val="00A71E6A"/>
    <w:rsid w:val="00A73894"/>
    <w:rsid w:val="00AB5D84"/>
    <w:rsid w:val="00AC5B15"/>
    <w:rsid w:val="00B511D0"/>
    <w:rsid w:val="00B52422"/>
    <w:rsid w:val="00B5324C"/>
    <w:rsid w:val="00B776DB"/>
    <w:rsid w:val="00B829EE"/>
    <w:rsid w:val="00BA4A88"/>
    <w:rsid w:val="00BC7C99"/>
    <w:rsid w:val="00BD64A3"/>
    <w:rsid w:val="00BE2DFA"/>
    <w:rsid w:val="00C00856"/>
    <w:rsid w:val="00C06A9F"/>
    <w:rsid w:val="00C271F7"/>
    <w:rsid w:val="00C33617"/>
    <w:rsid w:val="00C51CCD"/>
    <w:rsid w:val="00C52DD1"/>
    <w:rsid w:val="00C91904"/>
    <w:rsid w:val="00C92CBD"/>
    <w:rsid w:val="00C95DDE"/>
    <w:rsid w:val="00C973FC"/>
    <w:rsid w:val="00CA66F7"/>
    <w:rsid w:val="00CC1BC6"/>
    <w:rsid w:val="00CF3F27"/>
    <w:rsid w:val="00CF6A1E"/>
    <w:rsid w:val="00D05417"/>
    <w:rsid w:val="00D06CA4"/>
    <w:rsid w:val="00D73CF0"/>
    <w:rsid w:val="00DA336B"/>
    <w:rsid w:val="00DA4365"/>
    <w:rsid w:val="00DE4A5A"/>
    <w:rsid w:val="00E002E8"/>
    <w:rsid w:val="00E375A2"/>
    <w:rsid w:val="00EC648B"/>
    <w:rsid w:val="00F71CB6"/>
    <w:rsid w:val="00FA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78B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4A4A3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4A32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announce">
    <w:name w:val="announce"/>
    <w:basedOn w:val="Normal"/>
    <w:uiPriority w:val="99"/>
    <w:rsid w:val="004A4A3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4A4A3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1">
    <w:name w:val="Основной текст1"/>
    <w:uiPriority w:val="99"/>
    <w:rsid w:val="00354496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19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244</TotalTime>
  <Pages>4</Pages>
  <Words>884</Words>
  <Characters>5042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 по проекту «Внесение изменений в Правила землепользования и застройки муниципального образования «Вязовский сельсовет» Щигровского района Курской области»</dc:title>
  <dc:subject/>
  <dc:creator>оон</dc:creator>
  <cp:keywords/>
  <dc:description/>
  <cp:lastModifiedBy>UZER</cp:lastModifiedBy>
  <cp:revision>36</cp:revision>
  <cp:lastPrinted>2017-01-13T10:58:00Z</cp:lastPrinted>
  <dcterms:created xsi:type="dcterms:W3CDTF">2016-12-09T08:35:00Z</dcterms:created>
  <dcterms:modified xsi:type="dcterms:W3CDTF">2017-01-13T11:00:00Z</dcterms:modified>
</cp:coreProperties>
</file>